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C7" w:rsidRDefault="00C07BC7">
      <w:pPr>
        <w:pStyle w:val="Standard"/>
      </w:pPr>
    </w:p>
    <w:p w:rsidR="00C07BC7" w:rsidRDefault="00C07BC7">
      <w:pPr>
        <w:pStyle w:val="Standard"/>
        <w:rPr>
          <w:sz w:val="10"/>
          <w:szCs w:val="10"/>
        </w:rPr>
      </w:pPr>
    </w:p>
    <w:p w:rsidR="00C07BC7" w:rsidRDefault="005D25A9">
      <w:pPr>
        <w:pStyle w:val="Standard"/>
      </w:pPr>
      <w:r>
        <w:rPr>
          <w:b/>
        </w:rPr>
        <w:t xml:space="preserve">Solve each equation.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C07BC7" w:rsidRDefault="00C07BC7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1.     </w:t>
            </w:r>
            <w:r w:rsidR="00C07BC7" w:rsidRPr="00C07BC7">
              <w:object w:dxaOrig="2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113.25pt;height:18.75pt;visibility:visible;mso-wrap-style:square" o:ole="">
                  <v:imagedata r:id="rId6" o:title=""/>
                </v:shape>
                <o:OLEObject Type="Embed" ProgID="Equation.DSMT4" ShapeID="Object 1" DrawAspect="Content" ObjectID="_1503374968" r:id="rId7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2.     </w:t>
            </w:r>
            <w:r w:rsidR="00C07BC7" w:rsidRPr="00C07BC7">
              <w:object w:dxaOrig="2560" w:dyaOrig="360">
                <v:shape id="Object 2" o:spid="_x0000_i1026" type="#_x0000_t75" style="width:128.25pt;height:18.75pt;visibility:visible;mso-wrap-style:square" o:ole="">
                  <v:imagedata r:id="rId8" o:title=""/>
                </v:shape>
                <o:OLEObject Type="Embed" ProgID="Equation.DSMT4" ShapeID="Object 2" DrawAspect="Content" ObjectID="_1503374969" r:id="rId9"/>
              </w:object>
            </w:r>
          </w:p>
        </w:tc>
      </w:tr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3.     </w:t>
            </w:r>
            <w:r w:rsidR="00C07BC7" w:rsidRPr="00C07BC7">
              <w:object w:dxaOrig="2120" w:dyaOrig="360">
                <v:shape id="Object 3" o:spid="_x0000_i1027" type="#_x0000_t75" style="width:106.5pt;height:18.75pt;visibility:visible;mso-wrap-style:square" o:ole="">
                  <v:imagedata r:id="rId10" o:title=""/>
                </v:shape>
                <o:OLEObject Type="Embed" ProgID="Equation.DSMT4" ShapeID="Object 3" DrawAspect="Content" ObjectID="_1503374970" r:id="rId11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4.     </w:t>
            </w:r>
            <w:r w:rsidR="00C07BC7" w:rsidRPr="00C07BC7">
              <w:object w:dxaOrig="2300" w:dyaOrig="360">
                <v:shape id="Object 4" o:spid="_x0000_i1028" type="#_x0000_t75" style="width:114.75pt;height:18.75pt;visibility:visible;mso-wrap-style:square" o:ole="">
                  <v:imagedata r:id="rId12" o:title=""/>
                </v:shape>
                <o:OLEObject Type="Embed" ProgID="Equation.DSMT4" ShapeID="Object 4" DrawAspect="Content" ObjectID="_1503374971" r:id="rId13"/>
              </w:object>
            </w:r>
          </w:p>
        </w:tc>
      </w:tr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5.     </w:t>
            </w:r>
            <w:r w:rsidR="00C07BC7" w:rsidRPr="00C07BC7">
              <w:object w:dxaOrig="2300" w:dyaOrig="360">
                <v:shape id="Object 5" o:spid="_x0000_i1029" type="#_x0000_t75" style="width:114.75pt;height:18.75pt;visibility:visible;mso-wrap-style:square" o:ole="">
                  <v:imagedata r:id="rId14" o:title=""/>
                </v:shape>
                <o:OLEObject Type="Embed" ProgID="Equation.DSMT4" ShapeID="Object 5" DrawAspect="Content" ObjectID="_1503374972" r:id="rId15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6.     </w:t>
            </w:r>
            <w:r w:rsidR="00C07BC7" w:rsidRPr="00C07BC7">
              <w:object w:dxaOrig="2120" w:dyaOrig="360">
                <v:shape id="Object 6" o:spid="_x0000_i1030" type="#_x0000_t75" style="width:106.5pt;height:18.75pt;visibility:visible;mso-wrap-style:square" o:ole="">
                  <v:imagedata r:id="rId16" o:title=""/>
                </v:shape>
                <o:OLEObject Type="Embed" ProgID="Equation.DSMT4" ShapeID="Object 6" DrawAspect="Content" ObjectID="_1503374973" r:id="rId17"/>
              </w:object>
            </w:r>
          </w:p>
          <w:p w:rsidR="00C07BC7" w:rsidRDefault="00C07BC7">
            <w:pPr>
              <w:pStyle w:val="Standard"/>
            </w:pPr>
          </w:p>
        </w:tc>
      </w:tr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lastRenderedPageBreak/>
              <w:t xml:space="preserve">7.     </w:t>
            </w:r>
            <w:r w:rsidR="00C07BC7" w:rsidRPr="00C07BC7">
              <w:object w:dxaOrig="2020" w:dyaOrig="360">
                <v:shape id="Object 7" o:spid="_x0000_i1031" type="#_x0000_t75" style="width:101.25pt;height:18.75pt;visibility:visible;mso-wrap-style:square" o:ole="">
                  <v:imagedata r:id="rId18" o:title=""/>
                </v:shape>
                <o:OLEObject Type="Embed" ProgID="Equation.DSMT4" ShapeID="Object 7" DrawAspect="Content" ObjectID="_1503374974" r:id="rId19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8.     </w:t>
            </w:r>
            <w:r w:rsidR="00C07BC7" w:rsidRPr="00C07BC7">
              <w:object w:dxaOrig="1920" w:dyaOrig="360">
                <v:shape id="Object 8" o:spid="_x0000_i1032" type="#_x0000_t75" style="width:96pt;height:18.75pt;visibility:visible;mso-wrap-style:square" o:ole="">
                  <v:imagedata r:id="rId20" o:title=""/>
                </v:shape>
                <o:OLEObject Type="Embed" ProgID="Equation.DSMT4" ShapeID="Object 8" DrawAspect="Content" ObjectID="_1503374975" r:id="rId21"/>
              </w:object>
            </w:r>
          </w:p>
        </w:tc>
      </w:tr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9.     </w:t>
            </w:r>
            <w:r w:rsidR="00C07BC7" w:rsidRPr="00C07BC7">
              <w:object w:dxaOrig="2560" w:dyaOrig="360">
                <v:shape id="Object 9" o:spid="_x0000_i1033" type="#_x0000_t75" style="width:128.25pt;height:18.75pt;visibility:visible;mso-wrap-style:square" o:ole="">
                  <v:imagedata r:id="rId22" o:title=""/>
                </v:shape>
                <o:OLEObject Type="Embed" ProgID="Equation.DSMT4" ShapeID="Object 9" DrawAspect="Content" ObjectID="_1503374976" r:id="rId23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10.     </w:t>
            </w:r>
            <w:r w:rsidR="00C07BC7" w:rsidRPr="00C07BC7">
              <w:object w:dxaOrig="2660" w:dyaOrig="360">
                <v:shape id="Object 10" o:spid="_x0000_i1034" type="#_x0000_t75" style="width:133.5pt;height:18.75pt;visibility:visible;mso-wrap-style:square" o:ole="">
                  <v:imagedata r:id="rId24" o:title=""/>
                </v:shape>
                <o:OLEObject Type="Embed" ProgID="Equation.DSMT4" ShapeID="Object 10" DrawAspect="Content" ObjectID="_1503374977" r:id="rId25"/>
              </w:object>
            </w:r>
          </w:p>
        </w:tc>
      </w:tr>
      <w:tr w:rsidR="00C07BC7" w:rsidTr="00C07BC7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11.     </w:t>
            </w:r>
            <w:r w:rsidR="00C07BC7" w:rsidRPr="00C07BC7">
              <w:object w:dxaOrig="2940" w:dyaOrig="360">
                <v:shape id="Object 11" o:spid="_x0000_i1035" type="#_x0000_t75" style="width:147pt;height:18.75pt;visibility:visible;mso-wrap-style:square" o:ole="">
                  <v:imagedata r:id="rId26" o:title=""/>
                </v:shape>
                <o:OLEObject Type="Embed" ProgID="Equation.DSMT4" ShapeID="Object 11" DrawAspect="Content" ObjectID="_1503374978" r:id="rId27"/>
              </w:objec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BC7" w:rsidRDefault="005D25A9">
            <w:pPr>
              <w:pStyle w:val="Standard"/>
            </w:pPr>
            <w:r>
              <w:t xml:space="preserve">12.     </w:t>
            </w:r>
            <w:r w:rsidR="00C07BC7" w:rsidRPr="00C07BC7">
              <w:object w:dxaOrig="1880" w:dyaOrig="360">
                <v:shape id="Object 12" o:spid="_x0000_i1036" type="#_x0000_t75" style="width:93.75pt;height:18.75pt;visibility:visible;mso-wrap-style:square" o:ole="">
                  <v:imagedata r:id="rId28" o:title=""/>
                </v:shape>
                <o:OLEObject Type="Embed" ProgID="Equation.DSMT4" ShapeID="Object 12" DrawAspect="Content" ObjectID="_1503374979" r:id="rId29"/>
              </w:object>
            </w: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  <w:p w:rsidR="00C07BC7" w:rsidRDefault="00C07BC7">
            <w:pPr>
              <w:pStyle w:val="Standard"/>
            </w:pPr>
          </w:p>
        </w:tc>
      </w:tr>
    </w:tbl>
    <w:p w:rsidR="00C07BC7" w:rsidRDefault="00C07BC7">
      <w:pPr>
        <w:pStyle w:val="Standard"/>
      </w:pPr>
    </w:p>
    <w:sectPr w:rsidR="00C07BC7" w:rsidSect="00C07BC7">
      <w:headerReference w:type="default" r:id="rId30"/>
      <w:footerReference w:type="default" r:id="rId31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BC7" w:rsidRDefault="00C07BC7" w:rsidP="00C07BC7">
      <w:r>
        <w:separator/>
      </w:r>
    </w:p>
  </w:endnote>
  <w:endnote w:type="continuationSeparator" w:id="0">
    <w:p w:rsidR="00C07BC7" w:rsidRDefault="00C07BC7" w:rsidP="00C07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C7" w:rsidRDefault="00C07B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BC7" w:rsidRDefault="005D25A9" w:rsidP="00C07BC7">
      <w:r w:rsidRPr="00C07BC7">
        <w:rPr>
          <w:color w:val="000000"/>
        </w:rPr>
        <w:separator/>
      </w:r>
    </w:p>
  </w:footnote>
  <w:footnote w:type="continuationSeparator" w:id="0">
    <w:p w:rsidR="00C07BC7" w:rsidRDefault="00C07BC7" w:rsidP="00C07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C7" w:rsidRDefault="00C07BC7">
    <w:pPr>
      <w:pStyle w:val="Header"/>
    </w:pPr>
    <w:r>
      <w:t>Foundations of Geometry</w:t>
    </w:r>
    <w:r>
      <w:tab/>
      <w:t xml:space="preserve">                                   Name</w:t>
    </w:r>
    <w:proofErr w:type="gramStart"/>
    <w:r>
      <w:t>:_</w:t>
    </w:r>
    <w:proofErr w:type="gramEnd"/>
    <w:r>
      <w:t>____________________________________</w:t>
    </w:r>
  </w:p>
  <w:p w:rsidR="00C07BC7" w:rsidRDefault="00C07BC7">
    <w:pPr>
      <w:pStyle w:val="Header"/>
    </w:pPr>
    <w:r>
      <w:t>Mrs. Britton</w:t>
    </w:r>
    <w:r>
      <w:tab/>
      <w:t xml:space="preserve">                                            </w:t>
    </w:r>
    <w:proofErr w:type="spellStart"/>
    <w:r>
      <w:t>Pd</w:t>
    </w:r>
    <w:proofErr w:type="gramStart"/>
    <w:r>
      <w:t>:_</w:t>
    </w:r>
    <w:proofErr w:type="gramEnd"/>
    <w:r>
      <w:t>_______Date</w:t>
    </w:r>
    <w:proofErr w:type="spellEnd"/>
    <w:r>
      <w:t>:__________</w:t>
    </w:r>
  </w:p>
  <w:p w:rsidR="00C07BC7" w:rsidRDefault="00C07BC7">
    <w:pPr>
      <w:pStyle w:val="Header"/>
    </w:pPr>
    <w:r>
      <w:t>Solving Equations:  Variables on Both Sides</w:t>
    </w:r>
  </w:p>
  <w:p w:rsidR="00C07BC7" w:rsidRDefault="00C07B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7BC7"/>
    <w:rsid w:val="005D25A9"/>
    <w:rsid w:val="00C0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07BC7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07BC7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07BC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C07BC7"/>
    <w:pPr>
      <w:spacing w:after="120"/>
    </w:pPr>
  </w:style>
  <w:style w:type="paragraph" w:styleId="List">
    <w:name w:val="List"/>
    <w:basedOn w:val="Textbody"/>
    <w:rsid w:val="00C07BC7"/>
    <w:rPr>
      <w:rFonts w:cs="Mangal"/>
    </w:rPr>
  </w:style>
  <w:style w:type="paragraph" w:styleId="Caption">
    <w:name w:val="caption"/>
    <w:basedOn w:val="Standard"/>
    <w:rsid w:val="00C07BC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07BC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C07BC7"/>
    <w:pPr>
      <w:suppressLineNumbers/>
    </w:pPr>
  </w:style>
  <w:style w:type="paragraph" w:customStyle="1" w:styleId="TableHeading">
    <w:name w:val="Table Heading"/>
    <w:basedOn w:val="TableContents"/>
    <w:rsid w:val="00C07BC7"/>
    <w:pPr>
      <w:jc w:val="center"/>
    </w:pPr>
    <w:rPr>
      <w:b/>
      <w:bCs/>
    </w:rPr>
  </w:style>
  <w:style w:type="paragraph" w:styleId="Header">
    <w:name w:val="header"/>
    <w:basedOn w:val="Normal"/>
    <w:rsid w:val="00C07BC7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rsid w:val="00C07BC7"/>
    <w:rPr>
      <w:szCs w:val="21"/>
    </w:rPr>
  </w:style>
  <w:style w:type="paragraph" w:styleId="Footer">
    <w:name w:val="footer"/>
    <w:basedOn w:val="Normal"/>
    <w:rsid w:val="00C07BC7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rsid w:val="00C07BC7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>Oxford Area School District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2010-09-13T08:45:00Z</cp:lastPrinted>
  <dcterms:created xsi:type="dcterms:W3CDTF">2015-09-10T11:22:00Z</dcterms:created>
  <dcterms:modified xsi:type="dcterms:W3CDTF">2015-09-10T11:22:00Z</dcterms:modified>
</cp:coreProperties>
</file>